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837" w:rsidRDefault="00BA4837" w:rsidP="00D37FCD">
      <w:pPr>
        <w:pStyle w:val="Nzev"/>
        <w:shd w:val="clear" w:color="auto" w:fill="auto"/>
      </w:pPr>
      <w:bookmarkStart w:id="0" w:name="_GoBack"/>
      <w:bookmarkEnd w:id="0"/>
      <w:r>
        <w:t xml:space="preserve">Příloha </w:t>
      </w:r>
      <w:r w:rsidR="009D2C4F">
        <w:t>2</w:t>
      </w:r>
    </w:p>
    <w:p w:rsidR="00BA4837" w:rsidRDefault="00667433">
      <w:pPr>
        <w:spacing w:before="1320"/>
        <w:rPr>
          <w:caps/>
          <w:sz w:val="44"/>
          <w:u w:val="single"/>
        </w:rPr>
      </w:pPr>
      <w:r>
        <w:rPr>
          <w:caps/>
          <w:sz w:val="44"/>
          <w:u w:val="single"/>
        </w:rPr>
        <w:t>Časový a prováděcí plán realizace DÍLA</w:t>
      </w:r>
    </w:p>
    <w:p w:rsidR="00BA4837" w:rsidRDefault="00BA4837">
      <w:pPr>
        <w:pStyle w:val="Odstavec"/>
        <w:spacing w:before="0" w:after="0"/>
        <w:jc w:val="both"/>
      </w:pPr>
      <w:r>
        <w:br w:type="page"/>
      </w:r>
    </w:p>
    <w:p w:rsidR="008D7D07" w:rsidRPr="0004030E" w:rsidRDefault="0057507E" w:rsidP="00694C36">
      <w:pPr>
        <w:jc w:val="both"/>
        <w:rPr>
          <w:i/>
          <w:kern w:val="28"/>
          <w:sz w:val="22"/>
          <w:szCs w:val="22"/>
        </w:rPr>
      </w:pPr>
      <w:r w:rsidRPr="0004030E">
        <w:rPr>
          <w:b/>
          <w:i/>
          <w:sz w:val="22"/>
          <w:szCs w:val="22"/>
        </w:rPr>
        <w:lastRenderedPageBreak/>
        <w:t xml:space="preserve">Příloha </w:t>
      </w:r>
      <w:r w:rsidR="009D2C4F">
        <w:rPr>
          <w:b/>
          <w:i/>
          <w:sz w:val="22"/>
          <w:szCs w:val="22"/>
        </w:rPr>
        <w:t>2</w:t>
      </w:r>
      <w:r w:rsidR="00891611" w:rsidRPr="0004030E">
        <w:rPr>
          <w:b/>
          <w:i/>
          <w:sz w:val="22"/>
          <w:szCs w:val="22"/>
        </w:rPr>
        <w:t xml:space="preserve"> – </w:t>
      </w:r>
      <w:r w:rsidR="00667433">
        <w:rPr>
          <w:b/>
          <w:i/>
          <w:sz w:val="22"/>
          <w:szCs w:val="22"/>
        </w:rPr>
        <w:t>Časový a prováděcí plán realizace DÍLA</w:t>
      </w:r>
      <w:r w:rsidR="00891611" w:rsidRPr="0004030E">
        <w:rPr>
          <w:i/>
          <w:sz w:val="22"/>
          <w:szCs w:val="22"/>
        </w:rPr>
        <w:t xml:space="preserve"> bude </w:t>
      </w:r>
      <w:r w:rsidR="00E6697F" w:rsidRPr="0004030E">
        <w:rPr>
          <w:i/>
          <w:sz w:val="22"/>
          <w:szCs w:val="22"/>
        </w:rPr>
        <w:t>dodavatelem</w:t>
      </w:r>
      <w:r w:rsidR="00891611" w:rsidRPr="0004030E">
        <w:rPr>
          <w:i/>
          <w:sz w:val="22"/>
          <w:szCs w:val="22"/>
        </w:rPr>
        <w:t xml:space="preserve"> vypracována a předložena </w:t>
      </w:r>
      <w:r w:rsidR="00E32FD7" w:rsidRPr="0004030E">
        <w:rPr>
          <w:i/>
          <w:sz w:val="22"/>
          <w:szCs w:val="22"/>
        </w:rPr>
        <w:t xml:space="preserve">ve Svazku </w:t>
      </w:r>
      <w:r w:rsidR="00A33458">
        <w:rPr>
          <w:i/>
          <w:sz w:val="22"/>
          <w:szCs w:val="22"/>
        </w:rPr>
        <w:t>C</w:t>
      </w:r>
      <w:r w:rsidR="0072041C">
        <w:rPr>
          <w:i/>
          <w:sz w:val="22"/>
          <w:szCs w:val="22"/>
        </w:rPr>
        <w:t>2</w:t>
      </w:r>
      <w:r w:rsidR="00891611" w:rsidRPr="0004030E">
        <w:rPr>
          <w:i/>
          <w:sz w:val="22"/>
          <w:szCs w:val="22"/>
        </w:rPr>
        <w:t xml:space="preserve"> </w:t>
      </w:r>
      <w:r w:rsidR="00A33458" w:rsidRPr="00A33458">
        <w:rPr>
          <w:i/>
          <w:sz w:val="22"/>
          <w:szCs w:val="22"/>
        </w:rPr>
        <w:t xml:space="preserve">předběžné nabídky / nabídky </w:t>
      </w:r>
      <w:r w:rsidR="00891611" w:rsidRPr="0004030E">
        <w:rPr>
          <w:i/>
          <w:sz w:val="22"/>
          <w:szCs w:val="22"/>
        </w:rPr>
        <w:t xml:space="preserve">(jako příloha návrhu </w:t>
      </w:r>
      <w:r w:rsidR="00891611" w:rsidRPr="0004030E">
        <w:rPr>
          <w:i/>
          <w:smallCaps/>
          <w:sz w:val="22"/>
          <w:szCs w:val="22"/>
        </w:rPr>
        <w:t>smlouvy o dílo</w:t>
      </w:r>
      <w:r w:rsidR="00891611" w:rsidRPr="0004030E">
        <w:rPr>
          <w:i/>
          <w:sz w:val="22"/>
          <w:szCs w:val="22"/>
        </w:rPr>
        <w:t xml:space="preserve">) </w:t>
      </w:r>
      <w:r w:rsidR="008D7D07" w:rsidRPr="0004030E">
        <w:rPr>
          <w:i/>
          <w:kern w:val="28"/>
          <w:sz w:val="22"/>
          <w:szCs w:val="22"/>
        </w:rPr>
        <w:t xml:space="preserve">v souladu s pokyny </w:t>
      </w:r>
      <w:r w:rsidR="00D30DE6" w:rsidRPr="0004030E">
        <w:rPr>
          <w:i/>
          <w:kern w:val="28"/>
          <w:sz w:val="22"/>
          <w:szCs w:val="22"/>
        </w:rPr>
        <w:t xml:space="preserve">zadavatele </w:t>
      </w:r>
      <w:r w:rsidR="00E32FD7" w:rsidRPr="0004030E">
        <w:rPr>
          <w:i/>
          <w:kern w:val="28"/>
          <w:sz w:val="22"/>
          <w:szCs w:val="22"/>
        </w:rPr>
        <w:t xml:space="preserve">ke zpracování Svazku </w:t>
      </w:r>
      <w:r w:rsidR="00A33458" w:rsidRPr="0072041C">
        <w:rPr>
          <w:i/>
          <w:kern w:val="28"/>
          <w:sz w:val="22"/>
          <w:szCs w:val="22"/>
        </w:rPr>
        <w:t>C</w:t>
      </w:r>
      <w:r w:rsidR="009D2C4F" w:rsidRPr="0072041C">
        <w:rPr>
          <w:i/>
          <w:kern w:val="28"/>
          <w:sz w:val="22"/>
          <w:szCs w:val="22"/>
        </w:rPr>
        <w:t>2</w:t>
      </w:r>
      <w:r w:rsidR="008D7D07" w:rsidRPr="0072041C">
        <w:rPr>
          <w:i/>
          <w:kern w:val="28"/>
          <w:sz w:val="22"/>
          <w:szCs w:val="22"/>
        </w:rPr>
        <w:t xml:space="preserve"> </w:t>
      </w:r>
      <w:r w:rsidR="0004030E" w:rsidRPr="0072041C">
        <w:rPr>
          <w:i/>
          <w:sz w:val="22"/>
          <w:szCs w:val="22"/>
        </w:rPr>
        <w:t>obsaženými v Části 4 Zadávací dokumentace</w:t>
      </w:r>
      <w:r w:rsidR="008D7D07" w:rsidRPr="0072041C">
        <w:rPr>
          <w:i/>
          <w:kern w:val="28"/>
          <w:sz w:val="22"/>
          <w:szCs w:val="22"/>
        </w:rPr>
        <w:t>.</w:t>
      </w:r>
    </w:p>
    <w:p w:rsidR="00BA4837" w:rsidRDefault="00BA4837" w:rsidP="00891611">
      <w:pPr>
        <w:pStyle w:val="Odstavec"/>
        <w:spacing w:before="0" w:after="0"/>
        <w:jc w:val="both"/>
      </w:pPr>
    </w:p>
    <w:sectPr w:rsidR="00BA4837" w:rsidSect="008A6A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680" w:bottom="1134" w:left="1701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F53" w:rsidRDefault="00074F53">
      <w:r>
        <w:separator/>
      </w:r>
    </w:p>
  </w:endnote>
  <w:endnote w:type="continuationSeparator" w:id="0">
    <w:p w:rsidR="00074F53" w:rsidRDefault="0007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4A3" w:rsidRDefault="004044A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A4C" w:rsidRDefault="00AF3A4C" w:rsidP="00FC34BF">
    <w:pPr>
      <w:pStyle w:val="Zpat"/>
      <w:tabs>
        <w:tab w:val="clear" w:pos="9356"/>
        <w:tab w:val="right" w:pos="9639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485091">
      <w:rPr>
        <w:rStyle w:val="slostrnky"/>
        <w:b/>
        <w:noProof/>
      </w:rPr>
      <w:t>1</w:t>
    </w:r>
    <w:r>
      <w:rPr>
        <w:rStyle w:val="slostrnky"/>
        <w:b/>
      </w:rPr>
      <w:fldChar w:fldCharType="end"/>
    </w:r>
    <w:r w:rsidR="00FC34BF">
      <w:rPr>
        <w:rStyle w:val="slostrnky"/>
        <w:b/>
      </w:rPr>
      <w:t xml:space="preserve"> </w:t>
    </w:r>
    <w:r>
      <w:rPr>
        <w:rStyle w:val="slostrnky"/>
      </w:rPr>
      <w:t>/</w:t>
    </w:r>
    <w:r w:rsidR="00FC34BF">
      <w:rPr>
        <w:rStyle w:val="slostrnky"/>
      </w:rPr>
      <w:t xml:space="preserve"> </w:t>
    </w:r>
    <w:r w:rsidR="00831DCD">
      <w:rPr>
        <w:rStyle w:val="slostrnky"/>
        <w:noProof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4A3" w:rsidRDefault="004044A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F53" w:rsidRDefault="00074F53">
      <w:r>
        <w:separator/>
      </w:r>
    </w:p>
  </w:footnote>
  <w:footnote w:type="continuationSeparator" w:id="0">
    <w:p w:rsidR="00074F53" w:rsidRDefault="00074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4A3" w:rsidRDefault="004044A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64"/>
      <w:gridCol w:w="4678"/>
      <w:gridCol w:w="2409"/>
    </w:tblGrid>
    <w:tr w:rsidR="00203EB4" w:rsidRPr="00404C2E" w:rsidTr="000E0D27">
      <w:tc>
        <w:tcPr>
          <w:tcW w:w="2664" w:type="dxa"/>
        </w:tcPr>
        <w:p w:rsidR="00203EB4" w:rsidRPr="00404C2E" w:rsidRDefault="00203EB4" w:rsidP="00324E2D">
          <w:pPr>
            <w:spacing w:before="60" w:after="60"/>
            <w:rPr>
              <w:smallCaps/>
              <w:sz w:val="18"/>
              <w:szCs w:val="18"/>
            </w:rPr>
          </w:pPr>
          <w:r w:rsidRPr="00404C2E">
            <w:rPr>
              <w:smallCaps/>
              <w:sz w:val="18"/>
              <w:szCs w:val="18"/>
            </w:rPr>
            <w:t>objednatel</w:t>
          </w:r>
        </w:p>
        <w:p w:rsidR="00203EB4" w:rsidRPr="00404C2E" w:rsidRDefault="00E608DA" w:rsidP="00203EB4">
          <w:pPr>
            <w:spacing w:after="120"/>
            <w:rPr>
              <w:b/>
              <w:sz w:val="18"/>
              <w:szCs w:val="18"/>
            </w:rPr>
          </w:pPr>
          <w:bookmarkStart w:id="1" w:name="_Ec1B21609F76754158B97A9D82110DE1659"/>
          <w:r>
            <w:rPr>
              <w:b/>
              <w:sz w:val="18"/>
              <w:szCs w:val="18"/>
            </w:rPr>
            <w:t>Povodí Odry, státní podnik</w:t>
          </w:r>
          <w:bookmarkEnd w:id="1"/>
        </w:p>
      </w:tc>
      <w:tc>
        <w:tcPr>
          <w:tcW w:w="4678" w:type="dxa"/>
          <w:vMerge w:val="restart"/>
          <w:vAlign w:val="center"/>
        </w:tcPr>
        <w:p w:rsidR="00C34567" w:rsidRPr="00404C2E" w:rsidRDefault="00E608DA" w:rsidP="00C34567">
          <w:pPr>
            <w:spacing w:before="40" w:after="40"/>
            <w:rPr>
              <w:sz w:val="18"/>
              <w:szCs w:val="18"/>
            </w:rPr>
          </w:pPr>
          <w:bookmarkStart w:id="2" w:name="_Ec1B21609F76754158B97A9D82110DE1653"/>
          <w:r>
            <w:rPr>
              <w:caps/>
              <w:sz w:val="18"/>
              <w:szCs w:val="18"/>
            </w:rPr>
            <w:t>Nový řídicí systém vodohospodářského dispečinku Povodí Odry, státní podnik</w:t>
          </w:r>
          <w:bookmarkEnd w:id="2"/>
          <w:r w:rsidR="00C34567" w:rsidRPr="00404C2E">
            <w:rPr>
              <w:sz w:val="18"/>
              <w:szCs w:val="18"/>
            </w:rPr>
            <w:t xml:space="preserve"> </w:t>
          </w:r>
        </w:p>
        <w:p w:rsidR="00D56770" w:rsidRPr="00404C2E" w:rsidRDefault="00C34567" w:rsidP="00D56770">
          <w:pPr>
            <w:spacing w:before="40" w:after="40"/>
            <w:rPr>
              <w:b/>
              <w:sz w:val="18"/>
              <w:szCs w:val="18"/>
            </w:rPr>
          </w:pPr>
          <w:r w:rsidRPr="00404C2E">
            <w:rPr>
              <w:b/>
              <w:sz w:val="18"/>
              <w:szCs w:val="18"/>
            </w:rPr>
            <w:t>N</w:t>
          </w:r>
          <w:r w:rsidR="00D56770" w:rsidRPr="00404C2E">
            <w:rPr>
              <w:b/>
              <w:sz w:val="18"/>
              <w:szCs w:val="18"/>
            </w:rPr>
            <w:t>ávrh smlouvy o dílo</w:t>
          </w:r>
        </w:p>
        <w:p w:rsidR="00203EB4" w:rsidRPr="00404C2E" w:rsidRDefault="00D56770" w:rsidP="009D2C4F">
          <w:pPr>
            <w:spacing w:before="40" w:after="40"/>
            <w:rPr>
              <w:caps/>
              <w:sz w:val="18"/>
              <w:szCs w:val="18"/>
            </w:rPr>
          </w:pPr>
          <w:r w:rsidRPr="00404C2E">
            <w:rPr>
              <w:sz w:val="18"/>
              <w:szCs w:val="18"/>
            </w:rPr>
            <w:t xml:space="preserve">Příloha </w:t>
          </w:r>
          <w:r w:rsidR="009D2C4F">
            <w:rPr>
              <w:sz w:val="18"/>
              <w:szCs w:val="18"/>
            </w:rPr>
            <w:t>2</w:t>
          </w:r>
          <w:r w:rsidRPr="00404C2E">
            <w:rPr>
              <w:sz w:val="18"/>
              <w:szCs w:val="18"/>
            </w:rPr>
            <w:t xml:space="preserve"> – </w:t>
          </w:r>
          <w:bookmarkStart w:id="3" w:name="_Ec"/>
          <w:r w:rsidR="00C34567" w:rsidRPr="00404C2E">
            <w:rPr>
              <w:sz w:val="18"/>
              <w:szCs w:val="18"/>
            </w:rPr>
            <w:t>Časový a prováděcí plán realizace DÍLA</w:t>
          </w:r>
          <w:bookmarkEnd w:id="3"/>
        </w:p>
      </w:tc>
      <w:tc>
        <w:tcPr>
          <w:tcW w:w="2409" w:type="dxa"/>
        </w:tcPr>
        <w:p w:rsidR="00203EB4" w:rsidRPr="00404C2E" w:rsidRDefault="00203EB4" w:rsidP="00324E2D">
          <w:pPr>
            <w:spacing w:before="60" w:after="60"/>
            <w:rPr>
              <w:smallCaps/>
              <w:sz w:val="18"/>
              <w:szCs w:val="18"/>
            </w:rPr>
          </w:pPr>
          <w:r w:rsidRPr="00404C2E">
            <w:rPr>
              <w:smallCaps/>
              <w:sz w:val="18"/>
              <w:szCs w:val="18"/>
            </w:rPr>
            <w:t>zhotovitel</w:t>
          </w:r>
        </w:p>
        <w:p w:rsidR="00203EB4" w:rsidRPr="00404C2E" w:rsidRDefault="00203EB4" w:rsidP="00203EB4">
          <w:pPr>
            <w:spacing w:after="120"/>
            <w:rPr>
              <w:sz w:val="18"/>
              <w:szCs w:val="18"/>
            </w:rPr>
          </w:pPr>
          <w:r w:rsidRPr="00404C2E">
            <w:rPr>
              <w:sz w:val="18"/>
              <w:szCs w:val="18"/>
            </w:rPr>
            <w:t>..............................</w:t>
          </w:r>
        </w:p>
      </w:tc>
    </w:tr>
    <w:tr w:rsidR="00203EB4" w:rsidRPr="00404C2E" w:rsidTr="000E0D27">
      <w:trPr>
        <w:trHeight w:val="182"/>
      </w:trPr>
      <w:tc>
        <w:tcPr>
          <w:tcW w:w="2664" w:type="dxa"/>
          <w:vAlign w:val="center"/>
        </w:tcPr>
        <w:p w:rsidR="00203EB4" w:rsidRPr="00404C2E" w:rsidRDefault="00203EB4" w:rsidP="00404C2E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  <w:szCs w:val="18"/>
            </w:rPr>
          </w:pPr>
          <w:r w:rsidRPr="00404C2E">
            <w:rPr>
              <w:sz w:val="18"/>
              <w:szCs w:val="18"/>
            </w:rPr>
            <w:t xml:space="preserve">Ev. č.: </w:t>
          </w:r>
          <w:sdt>
            <w:sdtPr>
              <w:rPr>
                <w:sz w:val="18"/>
                <w:szCs w:val="18"/>
              </w:rPr>
              <w:alias w:val="EvČObjednatele (nevázaný)"/>
              <w:tag w:val="{1B21609F-7675-4158-B97A-9D82110DE165}:68"/>
              <w:id w:val="-1952470589"/>
              <w:placeholder>
                <w:docPart w:val="5694CF87244B4C74AA81E7DD7AB0481A"/>
              </w:placeholder>
              <w:text/>
            </w:sdtPr>
            <w:sdtEndPr/>
            <w:sdtContent>
              <w:r w:rsidR="00E608DA">
                <w:rPr>
                  <w:sz w:val="18"/>
                  <w:szCs w:val="18"/>
                </w:rPr>
                <w:t>…</w:t>
              </w:r>
            </w:sdtContent>
          </w:sdt>
        </w:p>
      </w:tc>
      <w:tc>
        <w:tcPr>
          <w:tcW w:w="4678" w:type="dxa"/>
          <w:vMerge/>
          <w:vAlign w:val="center"/>
        </w:tcPr>
        <w:p w:rsidR="00203EB4" w:rsidRPr="00404C2E" w:rsidRDefault="00203EB4" w:rsidP="00324E2D">
          <w:pPr>
            <w:tabs>
              <w:tab w:val="center" w:pos="4536"/>
              <w:tab w:val="right" w:pos="9072"/>
            </w:tabs>
            <w:spacing w:before="20" w:after="20"/>
            <w:rPr>
              <w:sz w:val="18"/>
              <w:szCs w:val="18"/>
            </w:rPr>
          </w:pPr>
        </w:p>
      </w:tc>
      <w:tc>
        <w:tcPr>
          <w:tcW w:w="2409" w:type="dxa"/>
          <w:vAlign w:val="center"/>
        </w:tcPr>
        <w:p w:rsidR="00203EB4" w:rsidRPr="00404C2E" w:rsidRDefault="00203EB4" w:rsidP="00404C2E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  <w:szCs w:val="18"/>
            </w:rPr>
          </w:pPr>
          <w:r w:rsidRPr="00404C2E">
            <w:rPr>
              <w:sz w:val="18"/>
              <w:szCs w:val="18"/>
            </w:rPr>
            <w:t>Ev. č.:</w:t>
          </w:r>
          <w:r w:rsidR="000E0D27" w:rsidRPr="00404C2E">
            <w:rPr>
              <w:sz w:val="18"/>
              <w:szCs w:val="18"/>
            </w:rPr>
            <w:t xml:space="preserve"> </w:t>
          </w:r>
          <w:bookmarkStart w:id="4" w:name="_Ec1B21609F76754158B97A9D82110DE16569"/>
          <w:r w:rsidR="00E608DA">
            <w:rPr>
              <w:sz w:val="18"/>
              <w:szCs w:val="18"/>
            </w:rPr>
            <w:t>…</w:t>
          </w:r>
          <w:bookmarkEnd w:id="4"/>
        </w:p>
      </w:tc>
    </w:tr>
  </w:tbl>
  <w:p w:rsidR="00CB03FF" w:rsidRDefault="00CB03FF" w:rsidP="00D30DE6">
    <w:pPr>
      <w:pStyle w:val="Zhlav"/>
      <w:pBdr>
        <w:bottom w:val="none" w:sz="0" w:space="0" w:color="auto"/>
      </w:pBd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4A3" w:rsidRDefault="004044A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4B50AE30"/>
    <w:lvl w:ilvl="0">
      <w:start w:val="1"/>
      <w:numFmt w:val="decimal"/>
      <w:pStyle w:val="Nadpis1"/>
      <w:lvlText w:val="%1."/>
      <w:legacy w:legacy="1" w:legacySpace="0" w:legacyIndent="1134"/>
      <w:lvlJc w:val="left"/>
      <w:pPr>
        <w:ind w:left="0" w:hanging="1134"/>
      </w:pPr>
    </w:lvl>
    <w:lvl w:ilvl="1">
      <w:start w:val="1"/>
      <w:numFmt w:val="decimal"/>
      <w:pStyle w:val="Nadpis2"/>
      <w:lvlText w:val="%1.%2"/>
      <w:legacy w:legacy="1" w:legacySpace="0" w:legacyIndent="1134"/>
      <w:lvlJc w:val="left"/>
      <w:pPr>
        <w:ind w:left="0" w:hanging="1134"/>
      </w:pPr>
    </w:lvl>
    <w:lvl w:ilvl="2">
      <w:start w:val="1"/>
      <w:numFmt w:val="decimal"/>
      <w:pStyle w:val="Nadpis3"/>
      <w:lvlText w:val="%1.%2.%3"/>
      <w:legacy w:legacy="1" w:legacySpace="0" w:legacyIndent="1134"/>
      <w:lvlJc w:val="left"/>
      <w:pPr>
        <w:ind w:left="1134" w:hanging="1134"/>
      </w:pPr>
    </w:lvl>
    <w:lvl w:ilvl="3">
      <w:start w:val="1"/>
      <w:numFmt w:val="decimal"/>
      <w:pStyle w:val="Nadpis4"/>
      <w:lvlText w:val="%1.%2.%3.%4"/>
      <w:legacy w:legacy="1" w:legacySpace="0" w:legacyIndent="1134"/>
      <w:lvlJc w:val="left"/>
      <w:pPr>
        <w:ind w:left="0" w:hanging="1134"/>
      </w:pPr>
    </w:lvl>
    <w:lvl w:ilvl="4">
      <w:start w:val="1"/>
      <w:numFmt w:val="decimal"/>
      <w:pStyle w:val="Nadpis5"/>
      <w:lvlText w:val="%1.%2.%3.%4.%5"/>
      <w:legacy w:legacy="1" w:legacySpace="0" w:legacyIndent="0"/>
      <w:lvlJc w:val="left"/>
    </w:lvl>
    <w:lvl w:ilvl="5">
      <w:start w:val="1"/>
      <w:numFmt w:val="decimal"/>
      <w:pStyle w:val="Nadpis6"/>
      <w:lvlText w:val="%1.%2.%3.%4.%5.%6"/>
      <w:legacy w:legacy="1" w:legacySpace="0" w:legacyIndent="0"/>
      <w:lvlJc w:val="left"/>
    </w:lvl>
    <w:lvl w:ilvl="6">
      <w:start w:val="1"/>
      <w:numFmt w:val="decimal"/>
      <w:pStyle w:val="Nadpis7"/>
      <w:lvlText w:val="%1.%2.%3.%4.%5.%6.%7"/>
      <w:legacy w:legacy="1" w:legacySpace="0" w:legacyIndent="0"/>
      <w:lvlJc w:val="left"/>
    </w:lvl>
    <w:lvl w:ilvl="7">
      <w:start w:val="1"/>
      <w:numFmt w:val="decimal"/>
      <w:pStyle w:val="Nadpis8"/>
      <w:lvlText w:val="%1.%2.%3.%4.%5.%6.%7.%8"/>
      <w:legacy w:legacy="1" w:legacySpace="0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0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ůvodníDatumPosledníModifikace" w:val="27. 11. 2014 17:21:00"/>
    <w:docVar w:name="PůvodníNázevSouboru" w:val="D3_Příloha 04-Časový a prováděcí plán.docx"/>
    <w:docVar w:name="PůvodníVelikostSouboru" w:val="501094"/>
  </w:docVars>
  <w:rsids>
    <w:rsidRoot w:val="00DE04EE"/>
    <w:rsid w:val="00017FA4"/>
    <w:rsid w:val="0004030E"/>
    <w:rsid w:val="00073601"/>
    <w:rsid w:val="00074F53"/>
    <w:rsid w:val="00092A7E"/>
    <w:rsid w:val="000E0D27"/>
    <w:rsid w:val="00136206"/>
    <w:rsid w:val="00165DF0"/>
    <w:rsid w:val="00194AEE"/>
    <w:rsid w:val="001C5EB4"/>
    <w:rsid w:val="001C68D5"/>
    <w:rsid w:val="00203EB4"/>
    <w:rsid w:val="002126F5"/>
    <w:rsid w:val="00246BF1"/>
    <w:rsid w:val="00247CF5"/>
    <w:rsid w:val="00264026"/>
    <w:rsid w:val="00271F5F"/>
    <w:rsid w:val="0028306F"/>
    <w:rsid w:val="00291696"/>
    <w:rsid w:val="002A3639"/>
    <w:rsid w:val="002C10AD"/>
    <w:rsid w:val="002C2AA6"/>
    <w:rsid w:val="00324E2D"/>
    <w:rsid w:val="00324FC0"/>
    <w:rsid w:val="003E7647"/>
    <w:rsid w:val="00400158"/>
    <w:rsid w:val="00403B05"/>
    <w:rsid w:val="004044A3"/>
    <w:rsid w:val="00404C2E"/>
    <w:rsid w:val="00405554"/>
    <w:rsid w:val="00422A50"/>
    <w:rsid w:val="004552AB"/>
    <w:rsid w:val="00462898"/>
    <w:rsid w:val="00485091"/>
    <w:rsid w:val="00490F17"/>
    <w:rsid w:val="004A6AAD"/>
    <w:rsid w:val="004E3EB0"/>
    <w:rsid w:val="005042DF"/>
    <w:rsid w:val="00512D5E"/>
    <w:rsid w:val="00515C13"/>
    <w:rsid w:val="005304D9"/>
    <w:rsid w:val="00547ED4"/>
    <w:rsid w:val="0055666B"/>
    <w:rsid w:val="00571F2A"/>
    <w:rsid w:val="0057507E"/>
    <w:rsid w:val="00585BA4"/>
    <w:rsid w:val="00592EF9"/>
    <w:rsid w:val="005E3677"/>
    <w:rsid w:val="005F7B6E"/>
    <w:rsid w:val="00627C13"/>
    <w:rsid w:val="00641B98"/>
    <w:rsid w:val="006450FA"/>
    <w:rsid w:val="006602A7"/>
    <w:rsid w:val="00661E8C"/>
    <w:rsid w:val="00667433"/>
    <w:rsid w:val="00694C36"/>
    <w:rsid w:val="006A5964"/>
    <w:rsid w:val="006D301A"/>
    <w:rsid w:val="006D4728"/>
    <w:rsid w:val="006E6C07"/>
    <w:rsid w:val="00700997"/>
    <w:rsid w:val="0070131F"/>
    <w:rsid w:val="00704C1F"/>
    <w:rsid w:val="00705680"/>
    <w:rsid w:val="00710F0B"/>
    <w:rsid w:val="0072041C"/>
    <w:rsid w:val="007602BA"/>
    <w:rsid w:val="00774883"/>
    <w:rsid w:val="00784807"/>
    <w:rsid w:val="00792D55"/>
    <w:rsid w:val="007A0C73"/>
    <w:rsid w:val="007A338D"/>
    <w:rsid w:val="007A5CC9"/>
    <w:rsid w:val="007C1651"/>
    <w:rsid w:val="007D0E1B"/>
    <w:rsid w:val="007D11F4"/>
    <w:rsid w:val="007E45A5"/>
    <w:rsid w:val="007E6B77"/>
    <w:rsid w:val="007F7C15"/>
    <w:rsid w:val="008167B4"/>
    <w:rsid w:val="00820855"/>
    <w:rsid w:val="00831DCD"/>
    <w:rsid w:val="00847715"/>
    <w:rsid w:val="00857690"/>
    <w:rsid w:val="008679CC"/>
    <w:rsid w:val="0087554B"/>
    <w:rsid w:val="008828C2"/>
    <w:rsid w:val="00891611"/>
    <w:rsid w:val="008A6AF4"/>
    <w:rsid w:val="008C0D59"/>
    <w:rsid w:val="008D7D07"/>
    <w:rsid w:val="008E38F1"/>
    <w:rsid w:val="008E44A2"/>
    <w:rsid w:val="008E54B6"/>
    <w:rsid w:val="008E5696"/>
    <w:rsid w:val="008F5887"/>
    <w:rsid w:val="00904A7B"/>
    <w:rsid w:val="0094734A"/>
    <w:rsid w:val="00986D5F"/>
    <w:rsid w:val="009927B4"/>
    <w:rsid w:val="009D2C4F"/>
    <w:rsid w:val="009E0DD1"/>
    <w:rsid w:val="009E58BD"/>
    <w:rsid w:val="00A33458"/>
    <w:rsid w:val="00A43F29"/>
    <w:rsid w:val="00A86461"/>
    <w:rsid w:val="00A95EE5"/>
    <w:rsid w:val="00A97355"/>
    <w:rsid w:val="00AA03D8"/>
    <w:rsid w:val="00AF2CC0"/>
    <w:rsid w:val="00AF3A4C"/>
    <w:rsid w:val="00B055B3"/>
    <w:rsid w:val="00B12B62"/>
    <w:rsid w:val="00B442DA"/>
    <w:rsid w:val="00B502AA"/>
    <w:rsid w:val="00B566C6"/>
    <w:rsid w:val="00B84194"/>
    <w:rsid w:val="00BA4837"/>
    <w:rsid w:val="00BB63F2"/>
    <w:rsid w:val="00BF2D6F"/>
    <w:rsid w:val="00BF385B"/>
    <w:rsid w:val="00C225BF"/>
    <w:rsid w:val="00C34567"/>
    <w:rsid w:val="00C74C27"/>
    <w:rsid w:val="00C839BE"/>
    <w:rsid w:val="00CA0E14"/>
    <w:rsid w:val="00CB03FF"/>
    <w:rsid w:val="00CC4196"/>
    <w:rsid w:val="00CD33F8"/>
    <w:rsid w:val="00CD600B"/>
    <w:rsid w:val="00CF5EED"/>
    <w:rsid w:val="00D02B57"/>
    <w:rsid w:val="00D219E1"/>
    <w:rsid w:val="00D30DE6"/>
    <w:rsid w:val="00D30FC7"/>
    <w:rsid w:val="00D37FCD"/>
    <w:rsid w:val="00D56770"/>
    <w:rsid w:val="00D57362"/>
    <w:rsid w:val="00D610DB"/>
    <w:rsid w:val="00D736E1"/>
    <w:rsid w:val="00D82DC5"/>
    <w:rsid w:val="00D851D4"/>
    <w:rsid w:val="00D86026"/>
    <w:rsid w:val="00DA6A89"/>
    <w:rsid w:val="00DD1657"/>
    <w:rsid w:val="00DD54D3"/>
    <w:rsid w:val="00DE04EE"/>
    <w:rsid w:val="00DE3679"/>
    <w:rsid w:val="00DF0B29"/>
    <w:rsid w:val="00DF0B51"/>
    <w:rsid w:val="00E03B10"/>
    <w:rsid w:val="00E17C5D"/>
    <w:rsid w:val="00E32FD7"/>
    <w:rsid w:val="00E54B0C"/>
    <w:rsid w:val="00E608DA"/>
    <w:rsid w:val="00E6697F"/>
    <w:rsid w:val="00E90061"/>
    <w:rsid w:val="00EA0712"/>
    <w:rsid w:val="00EC43AF"/>
    <w:rsid w:val="00EC484E"/>
    <w:rsid w:val="00ED6E8E"/>
    <w:rsid w:val="00EE579E"/>
    <w:rsid w:val="00EF1301"/>
    <w:rsid w:val="00F314CA"/>
    <w:rsid w:val="00F64F42"/>
    <w:rsid w:val="00F81CF3"/>
    <w:rsid w:val="00F85858"/>
    <w:rsid w:val="00FC34BF"/>
    <w:rsid w:val="00FF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rsid w:val="00D30DE6"/>
    <w:pPr>
      <w:keepNext/>
      <w:numPr>
        <w:numId w:val="1"/>
      </w:numPr>
      <w:spacing w:before="360" w:after="240"/>
      <w:jc w:val="left"/>
      <w:outlineLvl w:val="0"/>
    </w:pPr>
    <w:rPr>
      <w:b/>
      <w:caps/>
      <w:kern w:val="28"/>
      <w:sz w:val="28"/>
    </w:rPr>
  </w:style>
  <w:style w:type="paragraph" w:styleId="Nadpis2">
    <w:name w:val="heading 2"/>
    <w:basedOn w:val="Normln"/>
    <w:next w:val="Normln"/>
    <w:qFormat/>
    <w:rsid w:val="00D30DE6"/>
    <w:pPr>
      <w:keepNext/>
      <w:numPr>
        <w:ilvl w:val="1"/>
        <w:numId w:val="1"/>
      </w:numPr>
      <w:spacing w:before="320" w:after="200"/>
      <w:jc w:val="left"/>
      <w:outlineLvl w:val="1"/>
    </w:pPr>
    <w:rPr>
      <w:b/>
      <w:caps/>
      <w:kern w:val="28"/>
      <w:sz w:val="26"/>
    </w:rPr>
  </w:style>
  <w:style w:type="paragraph" w:styleId="Nadpis3">
    <w:name w:val="heading 3"/>
    <w:basedOn w:val="Normln"/>
    <w:next w:val="Normln"/>
    <w:qFormat/>
    <w:rsid w:val="00D30DE6"/>
    <w:pPr>
      <w:keepNext/>
      <w:numPr>
        <w:ilvl w:val="2"/>
        <w:numId w:val="1"/>
      </w:numPr>
      <w:spacing w:before="280" w:after="160"/>
      <w:ind w:left="0"/>
      <w:jc w:val="left"/>
      <w:outlineLvl w:val="2"/>
    </w:pPr>
    <w:rPr>
      <w:b/>
      <w:caps/>
      <w:kern w:val="28"/>
    </w:rPr>
  </w:style>
  <w:style w:type="paragraph" w:styleId="Nadpis4">
    <w:name w:val="heading 4"/>
    <w:basedOn w:val="Normln"/>
    <w:next w:val="Normln"/>
    <w:qFormat/>
    <w:rsid w:val="00D30DE6"/>
    <w:pPr>
      <w:keepNext/>
      <w:numPr>
        <w:ilvl w:val="3"/>
        <w:numId w:val="1"/>
      </w:numPr>
      <w:spacing w:before="240" w:after="120"/>
      <w:jc w:val="left"/>
      <w:outlineLvl w:val="3"/>
    </w:pPr>
    <w:rPr>
      <w:b/>
      <w:caps/>
      <w:kern w:val="28"/>
      <w:sz w:val="22"/>
    </w:rPr>
  </w:style>
  <w:style w:type="paragraph" w:styleId="Nadpis5">
    <w:name w:val="heading 5"/>
    <w:basedOn w:val="Normln"/>
    <w:next w:val="Normln"/>
    <w:qFormat/>
    <w:rsid w:val="00D30DE6"/>
    <w:pPr>
      <w:numPr>
        <w:ilvl w:val="4"/>
        <w:numId w:val="1"/>
      </w:numPr>
      <w:spacing w:before="240" w:after="60"/>
      <w:jc w:val="left"/>
      <w:outlineLvl w:val="4"/>
    </w:pPr>
    <w:rPr>
      <w:rFonts w:ascii="Arial (WE)" w:hAnsi="Arial (WE)"/>
      <w:kern w:val="28"/>
      <w:sz w:val="22"/>
    </w:rPr>
  </w:style>
  <w:style w:type="paragraph" w:styleId="Nadpis6">
    <w:name w:val="heading 6"/>
    <w:basedOn w:val="Normln"/>
    <w:next w:val="Normln"/>
    <w:qFormat/>
    <w:rsid w:val="00D30DE6"/>
    <w:pPr>
      <w:numPr>
        <w:ilvl w:val="5"/>
        <w:numId w:val="1"/>
      </w:numPr>
      <w:spacing w:before="240" w:after="60"/>
      <w:jc w:val="left"/>
      <w:outlineLvl w:val="5"/>
    </w:pPr>
    <w:rPr>
      <w:rFonts w:ascii="Arial (WE)" w:hAnsi="Arial (WE)"/>
      <w:i/>
      <w:kern w:val="28"/>
      <w:sz w:val="22"/>
    </w:rPr>
  </w:style>
  <w:style w:type="paragraph" w:styleId="Nadpis7">
    <w:name w:val="heading 7"/>
    <w:basedOn w:val="Normln"/>
    <w:next w:val="Normln"/>
    <w:qFormat/>
    <w:rsid w:val="00D30DE6"/>
    <w:pPr>
      <w:numPr>
        <w:ilvl w:val="6"/>
        <w:numId w:val="1"/>
      </w:numPr>
      <w:spacing w:before="240" w:after="60"/>
      <w:jc w:val="left"/>
      <w:outlineLvl w:val="6"/>
    </w:pPr>
    <w:rPr>
      <w:rFonts w:ascii="Arial (WE)" w:hAnsi="Arial (WE)"/>
      <w:kern w:val="28"/>
      <w:sz w:val="20"/>
    </w:rPr>
  </w:style>
  <w:style w:type="paragraph" w:styleId="Nadpis8">
    <w:name w:val="heading 8"/>
    <w:basedOn w:val="Normln"/>
    <w:next w:val="Normln"/>
    <w:qFormat/>
    <w:rsid w:val="00D30DE6"/>
    <w:pPr>
      <w:numPr>
        <w:ilvl w:val="7"/>
        <w:numId w:val="1"/>
      </w:numPr>
      <w:spacing w:before="240" w:after="60"/>
      <w:jc w:val="left"/>
      <w:outlineLvl w:val="7"/>
    </w:pPr>
    <w:rPr>
      <w:rFonts w:ascii="Arial (WE)" w:hAnsi="Arial (WE)"/>
      <w:i/>
      <w:kern w:val="28"/>
      <w:sz w:val="20"/>
    </w:rPr>
  </w:style>
  <w:style w:type="paragraph" w:styleId="Nadpis9">
    <w:name w:val="heading 9"/>
    <w:basedOn w:val="Normln"/>
    <w:next w:val="Normln"/>
    <w:qFormat/>
    <w:rsid w:val="00D30DE6"/>
    <w:pPr>
      <w:numPr>
        <w:ilvl w:val="8"/>
        <w:numId w:val="1"/>
      </w:numPr>
      <w:spacing w:before="240" w:after="60"/>
      <w:jc w:val="left"/>
      <w:outlineLvl w:val="8"/>
    </w:pPr>
    <w:rPr>
      <w:rFonts w:ascii="Arial (WE)" w:hAnsi="Arial (WE)"/>
      <w:i/>
      <w:kern w:val="28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Textbubliny">
    <w:name w:val="Balloon Text"/>
    <w:basedOn w:val="Normln"/>
    <w:semiHidden/>
    <w:rsid w:val="008A6AF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rsid w:val="00B502AA"/>
    <w:rPr>
      <w:rFonts w:ascii="Arial" w:hAnsi="Arial"/>
      <w:b/>
      <w:sz w:val="18"/>
    </w:rPr>
  </w:style>
  <w:style w:type="character" w:styleId="Zstupntext">
    <w:name w:val="Placeholder Text"/>
    <w:basedOn w:val="Standardnpsmoodstavce"/>
    <w:uiPriority w:val="99"/>
    <w:semiHidden/>
    <w:rsid w:val="00C3456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rsid w:val="00D30DE6"/>
    <w:pPr>
      <w:keepNext/>
      <w:numPr>
        <w:numId w:val="1"/>
      </w:numPr>
      <w:spacing w:before="360" w:after="240"/>
      <w:jc w:val="left"/>
      <w:outlineLvl w:val="0"/>
    </w:pPr>
    <w:rPr>
      <w:b/>
      <w:caps/>
      <w:kern w:val="28"/>
      <w:sz w:val="28"/>
    </w:rPr>
  </w:style>
  <w:style w:type="paragraph" w:styleId="Nadpis2">
    <w:name w:val="heading 2"/>
    <w:basedOn w:val="Normln"/>
    <w:next w:val="Normln"/>
    <w:qFormat/>
    <w:rsid w:val="00D30DE6"/>
    <w:pPr>
      <w:keepNext/>
      <w:numPr>
        <w:ilvl w:val="1"/>
        <w:numId w:val="1"/>
      </w:numPr>
      <w:spacing w:before="320" w:after="200"/>
      <w:jc w:val="left"/>
      <w:outlineLvl w:val="1"/>
    </w:pPr>
    <w:rPr>
      <w:b/>
      <w:caps/>
      <w:kern w:val="28"/>
      <w:sz w:val="26"/>
    </w:rPr>
  </w:style>
  <w:style w:type="paragraph" w:styleId="Nadpis3">
    <w:name w:val="heading 3"/>
    <w:basedOn w:val="Normln"/>
    <w:next w:val="Normln"/>
    <w:qFormat/>
    <w:rsid w:val="00D30DE6"/>
    <w:pPr>
      <w:keepNext/>
      <w:numPr>
        <w:ilvl w:val="2"/>
        <w:numId w:val="1"/>
      </w:numPr>
      <w:spacing w:before="280" w:after="160"/>
      <w:ind w:left="0"/>
      <w:jc w:val="left"/>
      <w:outlineLvl w:val="2"/>
    </w:pPr>
    <w:rPr>
      <w:b/>
      <w:caps/>
      <w:kern w:val="28"/>
    </w:rPr>
  </w:style>
  <w:style w:type="paragraph" w:styleId="Nadpis4">
    <w:name w:val="heading 4"/>
    <w:basedOn w:val="Normln"/>
    <w:next w:val="Normln"/>
    <w:qFormat/>
    <w:rsid w:val="00D30DE6"/>
    <w:pPr>
      <w:keepNext/>
      <w:numPr>
        <w:ilvl w:val="3"/>
        <w:numId w:val="1"/>
      </w:numPr>
      <w:spacing w:before="240" w:after="120"/>
      <w:jc w:val="left"/>
      <w:outlineLvl w:val="3"/>
    </w:pPr>
    <w:rPr>
      <w:b/>
      <w:caps/>
      <w:kern w:val="28"/>
      <w:sz w:val="22"/>
    </w:rPr>
  </w:style>
  <w:style w:type="paragraph" w:styleId="Nadpis5">
    <w:name w:val="heading 5"/>
    <w:basedOn w:val="Normln"/>
    <w:next w:val="Normln"/>
    <w:qFormat/>
    <w:rsid w:val="00D30DE6"/>
    <w:pPr>
      <w:numPr>
        <w:ilvl w:val="4"/>
        <w:numId w:val="1"/>
      </w:numPr>
      <w:spacing w:before="240" w:after="60"/>
      <w:jc w:val="left"/>
      <w:outlineLvl w:val="4"/>
    </w:pPr>
    <w:rPr>
      <w:rFonts w:ascii="Arial (WE)" w:hAnsi="Arial (WE)"/>
      <w:kern w:val="28"/>
      <w:sz w:val="22"/>
    </w:rPr>
  </w:style>
  <w:style w:type="paragraph" w:styleId="Nadpis6">
    <w:name w:val="heading 6"/>
    <w:basedOn w:val="Normln"/>
    <w:next w:val="Normln"/>
    <w:qFormat/>
    <w:rsid w:val="00D30DE6"/>
    <w:pPr>
      <w:numPr>
        <w:ilvl w:val="5"/>
        <w:numId w:val="1"/>
      </w:numPr>
      <w:spacing w:before="240" w:after="60"/>
      <w:jc w:val="left"/>
      <w:outlineLvl w:val="5"/>
    </w:pPr>
    <w:rPr>
      <w:rFonts w:ascii="Arial (WE)" w:hAnsi="Arial (WE)"/>
      <w:i/>
      <w:kern w:val="28"/>
      <w:sz w:val="22"/>
    </w:rPr>
  </w:style>
  <w:style w:type="paragraph" w:styleId="Nadpis7">
    <w:name w:val="heading 7"/>
    <w:basedOn w:val="Normln"/>
    <w:next w:val="Normln"/>
    <w:qFormat/>
    <w:rsid w:val="00D30DE6"/>
    <w:pPr>
      <w:numPr>
        <w:ilvl w:val="6"/>
        <w:numId w:val="1"/>
      </w:numPr>
      <w:spacing w:before="240" w:after="60"/>
      <w:jc w:val="left"/>
      <w:outlineLvl w:val="6"/>
    </w:pPr>
    <w:rPr>
      <w:rFonts w:ascii="Arial (WE)" w:hAnsi="Arial (WE)"/>
      <w:kern w:val="28"/>
      <w:sz w:val="20"/>
    </w:rPr>
  </w:style>
  <w:style w:type="paragraph" w:styleId="Nadpis8">
    <w:name w:val="heading 8"/>
    <w:basedOn w:val="Normln"/>
    <w:next w:val="Normln"/>
    <w:qFormat/>
    <w:rsid w:val="00D30DE6"/>
    <w:pPr>
      <w:numPr>
        <w:ilvl w:val="7"/>
        <w:numId w:val="1"/>
      </w:numPr>
      <w:spacing w:before="240" w:after="60"/>
      <w:jc w:val="left"/>
      <w:outlineLvl w:val="7"/>
    </w:pPr>
    <w:rPr>
      <w:rFonts w:ascii="Arial (WE)" w:hAnsi="Arial (WE)"/>
      <w:i/>
      <w:kern w:val="28"/>
      <w:sz w:val="20"/>
    </w:rPr>
  </w:style>
  <w:style w:type="paragraph" w:styleId="Nadpis9">
    <w:name w:val="heading 9"/>
    <w:basedOn w:val="Normln"/>
    <w:next w:val="Normln"/>
    <w:qFormat/>
    <w:rsid w:val="00D30DE6"/>
    <w:pPr>
      <w:numPr>
        <w:ilvl w:val="8"/>
        <w:numId w:val="1"/>
      </w:numPr>
      <w:spacing w:before="240" w:after="60"/>
      <w:jc w:val="left"/>
      <w:outlineLvl w:val="8"/>
    </w:pPr>
    <w:rPr>
      <w:rFonts w:ascii="Arial (WE)" w:hAnsi="Arial (WE)"/>
      <w:i/>
      <w:kern w:val="28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Textbubliny">
    <w:name w:val="Balloon Text"/>
    <w:basedOn w:val="Normln"/>
    <w:semiHidden/>
    <w:rsid w:val="008A6AF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rsid w:val="00B502AA"/>
    <w:rPr>
      <w:rFonts w:ascii="Arial" w:hAnsi="Arial"/>
      <w:b/>
      <w:sz w:val="18"/>
    </w:rPr>
  </w:style>
  <w:style w:type="character" w:styleId="Zstupntext">
    <w:name w:val="Placeholder Text"/>
    <w:basedOn w:val="Standardnpsmoodstavce"/>
    <w:uiPriority w:val="99"/>
    <w:semiHidden/>
    <w:rsid w:val="00C345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1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issl\AppData\Roaming\Microsoft\Word\Po%20spu&#353;t&#283;n&#237;\TvorbaObsahu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694CF87244B4C74AA81E7DD7AB048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DF82F6-A9E1-44F1-8B60-D509B9C99D7F}"/>
      </w:docPartPr>
      <w:docPartBody>
        <w:p w:rsidR="00000000" w:rsidRDefault="00622756">
          <w:r w:rsidRPr="00E80DD7">
            <w:rPr>
              <w:rStyle w:val="Zstupntext"/>
            </w:rPr>
            <w:t>Vložit EvČObjednatele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DBD"/>
    <w:rsid w:val="00050BE5"/>
    <w:rsid w:val="00054FD5"/>
    <w:rsid w:val="0009232C"/>
    <w:rsid w:val="00094D40"/>
    <w:rsid w:val="000C0801"/>
    <w:rsid w:val="000F5269"/>
    <w:rsid w:val="001124CE"/>
    <w:rsid w:val="002B3E2A"/>
    <w:rsid w:val="00306333"/>
    <w:rsid w:val="003C40EB"/>
    <w:rsid w:val="00416F6F"/>
    <w:rsid w:val="00440E22"/>
    <w:rsid w:val="00504029"/>
    <w:rsid w:val="00622756"/>
    <w:rsid w:val="00684452"/>
    <w:rsid w:val="006E3735"/>
    <w:rsid w:val="008426FE"/>
    <w:rsid w:val="00880946"/>
    <w:rsid w:val="00916264"/>
    <w:rsid w:val="00935D07"/>
    <w:rsid w:val="00A03A26"/>
    <w:rsid w:val="00A63002"/>
    <w:rsid w:val="00AB6056"/>
    <w:rsid w:val="00B60DBD"/>
    <w:rsid w:val="00C47133"/>
    <w:rsid w:val="00E1398D"/>
    <w:rsid w:val="00FA0701"/>
    <w:rsid w:val="00FB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22756"/>
    <w:rPr>
      <w:color w:val="808080"/>
    </w:rPr>
  </w:style>
  <w:style w:type="paragraph" w:customStyle="1" w:styleId="F999AA6502F34856BEB3F183249E58B5">
    <w:name w:val="F999AA6502F34856BEB3F183249E58B5"/>
    <w:rsid w:val="006E3735"/>
  </w:style>
  <w:style w:type="paragraph" w:customStyle="1" w:styleId="DD96520AB06F4A089092A89546440998">
    <w:name w:val="DD96520AB06F4A089092A89546440998"/>
    <w:rsid w:val="00440E22"/>
  </w:style>
  <w:style w:type="paragraph" w:customStyle="1" w:styleId="B5524C70EDF540A8A03B1B76FEA12FAB">
    <w:name w:val="B5524C70EDF540A8A03B1B76FEA12FAB"/>
    <w:rsid w:val="00440E2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22756"/>
    <w:rPr>
      <w:color w:val="808080"/>
    </w:rPr>
  </w:style>
  <w:style w:type="paragraph" w:customStyle="1" w:styleId="F999AA6502F34856BEB3F183249E58B5">
    <w:name w:val="F999AA6502F34856BEB3F183249E58B5"/>
    <w:rsid w:val="006E3735"/>
  </w:style>
  <w:style w:type="paragraph" w:customStyle="1" w:styleId="DD96520AB06F4A089092A89546440998">
    <w:name w:val="DD96520AB06F4A089092A89546440998"/>
    <w:rsid w:val="00440E22"/>
  </w:style>
  <w:style w:type="paragraph" w:customStyle="1" w:styleId="B5524C70EDF540A8A03B1B76FEA12FAB">
    <w:name w:val="B5524C70EDF540A8A03B1B76FEA12FAB"/>
    <w:rsid w:val="00440E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TvorbaObsahu</Template>
  <TotalTime>0</TotalTime>
  <Pages>2</Pages>
  <Words>49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Časový a prováděcí plán realizace DÍLA</vt:lpstr>
    </vt:vector>
  </TitlesOfParts>
  <Company>E-Consult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Časový a prováděcí plán realizace DÍLA</dc:title>
  <dc:subject>NOVÝ ŘÍDICÍ SYSTÉM VODOHOSPODÁŘSKÉHO DISPEČINKU POVODÍ ODRY, STÁTNÍ PODNIK</dc:subject>
  <dc:creator>E-Consult, s.r.o.</dc:creator>
  <cp:lastModifiedBy>Jiří Švarc</cp:lastModifiedBy>
  <cp:revision>7</cp:revision>
  <cp:lastPrinted>2011-06-24T08:46:00Z</cp:lastPrinted>
  <dcterms:created xsi:type="dcterms:W3CDTF">2016-12-19T16:22:00Z</dcterms:created>
  <dcterms:modified xsi:type="dcterms:W3CDTF">2017-02-09T09:23:00Z</dcterms:modified>
</cp:coreProperties>
</file>